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134B425D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E666C8">
        <w:rPr>
          <w:rFonts w:ascii="Corbel" w:hAnsi="Corbel"/>
          <w:bCs/>
          <w:i/>
        </w:rPr>
        <w:t>7</w:t>
      </w:r>
      <w:r w:rsidR="00F17567" w:rsidRPr="00673147">
        <w:rPr>
          <w:rFonts w:ascii="Corbel" w:hAnsi="Corbel"/>
          <w:bCs/>
          <w:i/>
        </w:rPr>
        <w:t>/20</w:t>
      </w:r>
      <w:r w:rsidR="00E666C8">
        <w:rPr>
          <w:rFonts w:ascii="Corbel" w:hAnsi="Corbel"/>
          <w:bCs/>
          <w:i/>
        </w:rPr>
        <w:t>23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31A75C88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9179E0">
        <w:rPr>
          <w:rFonts w:ascii="Corbel" w:hAnsi="Corbel"/>
          <w:i/>
          <w:smallCaps/>
        </w:rPr>
        <w:t>202</w:t>
      </w:r>
      <w:r w:rsidR="00960D45">
        <w:rPr>
          <w:rFonts w:ascii="Corbel" w:hAnsi="Corbel"/>
          <w:i/>
          <w:smallCaps/>
        </w:rPr>
        <w:t>3</w:t>
      </w:r>
      <w:r w:rsidR="009179E0">
        <w:rPr>
          <w:rFonts w:ascii="Corbel" w:hAnsi="Corbel"/>
          <w:i/>
          <w:smallCaps/>
        </w:rPr>
        <w:t xml:space="preserve"> – 202</w:t>
      </w:r>
      <w:r w:rsidR="00960D45">
        <w:rPr>
          <w:rFonts w:ascii="Corbel" w:hAnsi="Corbel"/>
          <w:i/>
          <w:smallCaps/>
        </w:rPr>
        <w:t>6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23A6223B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9179E0">
        <w:rPr>
          <w:rFonts w:ascii="Corbel" w:hAnsi="Corbel"/>
          <w:b/>
        </w:rPr>
        <w:t>202</w:t>
      </w:r>
      <w:r w:rsidR="00960D45">
        <w:rPr>
          <w:rFonts w:ascii="Corbel" w:hAnsi="Corbel"/>
          <w:b/>
        </w:rPr>
        <w:t>3</w:t>
      </w:r>
      <w:r w:rsidR="00BB0FA4">
        <w:rPr>
          <w:rFonts w:ascii="Corbel" w:hAnsi="Corbel"/>
          <w:b/>
        </w:rPr>
        <w:t>/</w:t>
      </w:r>
      <w:r w:rsidR="009179E0">
        <w:rPr>
          <w:rFonts w:ascii="Corbel" w:hAnsi="Corbel"/>
          <w:b/>
        </w:rPr>
        <w:t>202</w:t>
      </w:r>
      <w:r w:rsidR="00960D45">
        <w:rPr>
          <w:rFonts w:ascii="Corbel" w:hAnsi="Corbel"/>
          <w:b/>
        </w:rPr>
        <w:t>4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5C7640F6" w:rsidR="0085747A" w:rsidRPr="00673147" w:rsidRDefault="00BB0F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N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514B2A0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C950518" w:rsidR="0085747A" w:rsidRPr="00B57EB1" w:rsidRDefault="009D58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proofErr w:type="spellStart"/>
            <w:r w:rsidRPr="00B57EB1">
              <w:rPr>
                <w:rFonts w:ascii="Corbel" w:hAnsi="Corbel"/>
                <w:b w:val="0"/>
                <w:color w:val="auto"/>
                <w:sz w:val="22"/>
              </w:rPr>
              <w:t>o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gólnoakademicki</w:t>
            </w:r>
            <w:proofErr w:type="spellEnd"/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8B7BB53" w:rsidR="0085747A" w:rsidRPr="00B57EB1" w:rsidRDefault="00782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tacjonarn</w:t>
            </w:r>
            <w:r w:rsidR="00BB0FA4">
              <w:rPr>
                <w:rFonts w:ascii="Corbel" w:hAnsi="Corbel"/>
                <w:b w:val="0"/>
                <w:color w:val="auto"/>
                <w:sz w:val="22"/>
              </w:rPr>
              <w:t>a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B57EB1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 xml:space="preserve">Rok I, semestr </w:t>
            </w:r>
            <w:r w:rsidR="000E0DEA" w:rsidRPr="00B57EB1">
              <w:rPr>
                <w:rFonts w:ascii="Corbel" w:hAnsi="Corbel"/>
                <w:b w:val="0"/>
                <w:color w:val="auto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k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C716F4B" w:rsidR="0085747A" w:rsidRPr="00B57EB1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2"/>
              </w:rPr>
            </w:pPr>
            <w:r w:rsidRPr="00B57EB1">
              <w:rPr>
                <w:rFonts w:ascii="Corbel" w:hAnsi="Corbel"/>
                <w:b w:val="0"/>
                <w:color w:val="auto"/>
                <w:sz w:val="22"/>
              </w:rPr>
              <w:t>d</w:t>
            </w:r>
            <w:r w:rsidR="00A3763B" w:rsidRPr="00B57EB1">
              <w:rPr>
                <w:rFonts w:ascii="Corbel" w:hAnsi="Corbel"/>
                <w:b w:val="0"/>
                <w:color w:val="auto"/>
                <w:sz w:val="22"/>
              </w:rPr>
              <w:t xml:space="preserve">r </w:t>
            </w:r>
            <w:r w:rsidR="006E41C3" w:rsidRPr="00B57EB1">
              <w:rPr>
                <w:rFonts w:ascii="Corbel" w:hAnsi="Corbel"/>
                <w:b w:val="0"/>
                <w:color w:val="auto"/>
                <w:sz w:val="22"/>
              </w:rPr>
              <w:t>E. Tłuczek-Tadla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F62156C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59D34859" w:rsidR="00015B8F" w:rsidRPr="00673147" w:rsidRDefault="00BB0FA4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74362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00810C77" w:rsidR="00015B8F" w:rsidRPr="00673147" w:rsidRDefault="00FB1B25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1A8223B8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</w:p>
    <w:p w14:paraId="2619C54F" w14:textId="0B2F2E14" w:rsidR="009C54AE" w:rsidRPr="00C26EB1" w:rsidRDefault="00A3763B" w:rsidP="009C54AE">
      <w:pPr>
        <w:pStyle w:val="Punktygwne"/>
        <w:spacing w:before="0" w:after="0"/>
        <w:rPr>
          <w:rFonts w:ascii="Corbel" w:hAnsi="Corbel"/>
          <w:bCs/>
          <w:smallCaps w:val="0"/>
          <w:sz w:val="22"/>
        </w:rPr>
      </w:pPr>
      <w:r w:rsidRPr="00C26EB1">
        <w:rPr>
          <w:rFonts w:ascii="Corbel" w:hAnsi="Corbel"/>
          <w:bCs/>
          <w:smallCaps w:val="0"/>
          <w:sz w:val="22"/>
        </w:rPr>
        <w:t>Egzamin</w:t>
      </w:r>
    </w:p>
    <w:p w14:paraId="45B321C5" w14:textId="77777777" w:rsidR="00E960BB" w:rsidRPr="00C26EB1" w:rsidRDefault="00E960BB" w:rsidP="009C54AE">
      <w:pPr>
        <w:pStyle w:val="Punktygwne"/>
        <w:spacing w:before="0" w:after="0"/>
        <w:rPr>
          <w:rFonts w:ascii="Corbel" w:hAnsi="Corbel"/>
          <w:bCs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7379D88F" w14:textId="77777777" w:rsidR="0085747A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14:paraId="44209C91" w14:textId="43AA07FA" w:rsidR="00DB3025" w:rsidRPr="00673147" w:rsidRDefault="00DB3025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3976031C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E2FFD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D88B5F2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Podstawowe pojęcia konstytutywne dla pedagogiki: socjalizacja, wychowanie,</w:t>
            </w:r>
            <w:r w:rsidR="00904838">
              <w:rPr>
                <w:rFonts w:ascii="Corbel" w:hAnsi="Corbel"/>
              </w:rPr>
              <w:t xml:space="preserve"> samowychowanie, kształcenie, samokształcenie, nauczanie, uczenie się, </w:t>
            </w:r>
            <w:r w:rsidR="004001EE">
              <w:rPr>
                <w:rFonts w:ascii="Corbel" w:hAnsi="Corbel"/>
              </w:rPr>
              <w:t>edukacja,</w:t>
            </w:r>
            <w:r w:rsidRPr="00673147">
              <w:rPr>
                <w:rFonts w:ascii="Corbel" w:hAnsi="Corbel"/>
              </w:rPr>
              <w:t xml:space="preserve">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6E41C3" w:rsidRPr="00673147" w14:paraId="79FCD364" w14:textId="77777777" w:rsidTr="00541C3B">
        <w:tc>
          <w:tcPr>
            <w:tcW w:w="9520" w:type="dxa"/>
          </w:tcPr>
          <w:p w14:paraId="29854D8D" w14:textId="22632991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Źródła paradygmatów współczesnej pedagogiki. Zasady budowania teorii pedagogicznych</w:t>
            </w:r>
            <w:r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 xml:space="preserve">Charakterystyka </w:t>
            </w:r>
            <w:r>
              <w:rPr>
                <w:rFonts w:ascii="Corbel" w:hAnsi="Corbel"/>
              </w:rPr>
              <w:t>a</w:t>
            </w:r>
            <w:r w:rsidRPr="00673147">
              <w:rPr>
                <w:rFonts w:ascii="Corbel" w:hAnsi="Corbel"/>
              </w:rPr>
              <w:t xml:space="preserve">utorytarne/dyrektywne i nie autorytarne/nie dyrektywne teorie wychowania. </w:t>
            </w:r>
          </w:p>
        </w:tc>
      </w:tr>
      <w:tr w:rsidR="006E41C3" w:rsidRPr="00673147" w14:paraId="504F569E" w14:textId="77777777" w:rsidTr="00541C3B">
        <w:tc>
          <w:tcPr>
            <w:tcW w:w="9520" w:type="dxa"/>
          </w:tcPr>
          <w:p w14:paraId="2CE4604E" w14:textId="395DDC3F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intencjonalne (</w:t>
            </w:r>
            <w:r w:rsidR="009F2279">
              <w:rPr>
                <w:rFonts w:ascii="Corbel" w:hAnsi="Corbel"/>
              </w:rPr>
              <w:t>mi</w:t>
            </w:r>
            <w:r w:rsidR="007101C6">
              <w:rPr>
                <w:rFonts w:ascii="Corbel" w:hAnsi="Corbel"/>
              </w:rPr>
              <w:t>n</w:t>
            </w:r>
            <w:r w:rsidR="009F2279">
              <w:rPr>
                <w:rFonts w:ascii="Corbel" w:hAnsi="Corbel"/>
              </w:rPr>
              <w:t xml:space="preserve">. </w:t>
            </w:r>
            <w:r w:rsidRPr="00673147">
              <w:rPr>
                <w:rFonts w:ascii="Corbel" w:hAnsi="Corbel"/>
              </w:rPr>
              <w:t>szkoła, internat, dom dziecka</w:t>
            </w:r>
            <w:r w:rsidR="009F2279">
              <w:rPr>
                <w:rFonts w:ascii="Corbel" w:hAnsi="Corbel"/>
              </w:rPr>
              <w:t xml:space="preserve">, świetlica </w:t>
            </w:r>
            <w:r w:rsidR="00AE2958">
              <w:rPr>
                <w:rFonts w:ascii="Corbel" w:hAnsi="Corbel"/>
              </w:rPr>
              <w:t>ś</w:t>
            </w:r>
            <w:r w:rsidR="009F2279">
              <w:rPr>
                <w:rFonts w:ascii="Corbel" w:hAnsi="Corbel"/>
              </w:rPr>
              <w:t>rodowiskowa</w:t>
            </w:r>
            <w:r w:rsidRPr="00673147">
              <w:rPr>
                <w:rFonts w:ascii="Corbel" w:hAnsi="Corbel"/>
              </w:rPr>
              <w:t>).</w:t>
            </w:r>
          </w:p>
        </w:tc>
      </w:tr>
      <w:tr w:rsidR="006E41C3" w:rsidRPr="00673147" w14:paraId="1F57C409" w14:textId="77777777" w:rsidTr="00541C3B">
        <w:tc>
          <w:tcPr>
            <w:tcW w:w="9520" w:type="dxa"/>
          </w:tcPr>
          <w:p w14:paraId="418ED395" w14:textId="73DAC203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Wybrane koncepcje filozoficzno-psychologiczne współczesnej pedagogiki: pedagogika pozytywistyczna,</w:t>
            </w:r>
            <w:r w:rsidR="00985A7B">
              <w:rPr>
                <w:rFonts w:ascii="Corbel" w:hAnsi="Corbel" w:cs="TimesNewRomanPSMT"/>
                <w:lang w:eastAsia="pl-PL"/>
              </w:rPr>
              <w:t xml:space="preserve"> personalistyczna,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behawioralna, humanistyczna, kultury, antypedagogika</w:t>
            </w:r>
            <w:r w:rsidR="009526B8">
              <w:rPr>
                <w:rFonts w:ascii="Corbel" w:hAnsi="Corbel" w:cs="TimesNewRomanPSMT"/>
                <w:lang w:eastAsia="pl-PL"/>
              </w:rPr>
              <w:t xml:space="preserve">, krytyczna, </w:t>
            </w:r>
            <w:r w:rsidR="00DE54A9">
              <w:rPr>
                <w:rFonts w:ascii="Corbel" w:hAnsi="Corbel" w:cs="TimesNewRomanPSMT"/>
                <w:lang w:eastAsia="pl-PL"/>
              </w:rPr>
              <w:t>egzystencjalna, religijna.</w:t>
            </w:r>
          </w:p>
        </w:tc>
      </w:tr>
      <w:tr w:rsidR="006E41C3" w:rsidRPr="00673147" w14:paraId="2B9CCB15" w14:textId="77777777" w:rsidTr="00541C3B">
        <w:tc>
          <w:tcPr>
            <w:tcW w:w="9520" w:type="dxa"/>
          </w:tcPr>
          <w:p w14:paraId="524E9451" w14:textId="1F2F13F7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6E41C3" w:rsidRPr="00673147" w14:paraId="299C7E4C" w14:textId="77777777" w:rsidTr="00541C3B">
        <w:tc>
          <w:tcPr>
            <w:tcW w:w="9520" w:type="dxa"/>
          </w:tcPr>
          <w:p w14:paraId="50F6DD81" w14:textId="07D75965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dzieci i młodzieży w wychowaniu. </w:t>
            </w:r>
          </w:p>
        </w:tc>
      </w:tr>
      <w:tr w:rsidR="006E41C3" w:rsidRPr="00673147" w14:paraId="72E03DD1" w14:textId="77777777" w:rsidTr="00541C3B">
        <w:tc>
          <w:tcPr>
            <w:tcW w:w="9520" w:type="dxa"/>
          </w:tcPr>
          <w:p w14:paraId="33738C75" w14:textId="513E7372" w:rsidR="006E41C3" w:rsidRPr="00673147" w:rsidRDefault="006E41C3" w:rsidP="006E41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Wychowanie w cywilizacji i kulturze medialnej</w:t>
            </w:r>
            <w:r>
              <w:rPr>
                <w:rFonts w:ascii="Corbel" w:hAnsi="Corbel" w:cs="TimesNewRomanPSMT"/>
                <w:lang w:eastAsia="pl-PL"/>
              </w:rPr>
              <w:t>.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63DFB919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 xml:space="preserve">wychowanie w szkole – funkcje i zadania szkoły, rola nauczyciela i dylematy z nią związane, przemoc w szkole i sposoby jej przeciwdziałania. 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316B7A83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autorskich koncepcji wychowania</w:t>
            </w:r>
            <w:r w:rsidR="006E41C3">
              <w:rPr>
                <w:rFonts w:ascii="Corbel" w:hAnsi="Corbel"/>
              </w:rPr>
              <w:t xml:space="preserve"> J.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Korczaka,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C.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6E41C3">
              <w:rPr>
                <w:rFonts w:ascii="Corbel" w:hAnsi="Corbel" w:cs="TimesNewRomanPSMT"/>
                <w:lang w:eastAsia="pl-PL"/>
              </w:rPr>
              <w:t xml:space="preserve"> i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</w:t>
            </w:r>
            <w:r w:rsidR="006E41C3">
              <w:rPr>
                <w:rFonts w:ascii="Corbel" w:hAnsi="Corbel" w:cs="TimesNewRomanPSMT"/>
                <w:lang w:eastAsia="pl-PL"/>
              </w:rPr>
              <w:t xml:space="preserve">M.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Montessori</w:t>
            </w:r>
            <w:r w:rsidR="006E41C3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67828423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B. Ćwiczenia audytoryjne: dyskusja</w:t>
      </w:r>
      <w:r w:rsidR="00B34C20" w:rsidRPr="00B34C20">
        <w:rPr>
          <w:rFonts w:ascii="Corbel" w:hAnsi="Corbel"/>
        </w:rPr>
        <w:t>,</w:t>
      </w:r>
      <w:r w:rsidRPr="006E41C3">
        <w:rPr>
          <w:rFonts w:ascii="Corbel" w:hAnsi="Corbel"/>
          <w:color w:val="FF0000"/>
        </w:rPr>
        <w:t xml:space="preserve"> </w:t>
      </w:r>
      <w:r w:rsidRPr="00673147">
        <w:rPr>
          <w:rFonts w:ascii="Corbel" w:hAnsi="Corbel"/>
        </w:rPr>
        <w:t>mapa pojęć, praca w grupach</w:t>
      </w:r>
      <w:r w:rsidR="00672616">
        <w:rPr>
          <w:rFonts w:ascii="Corbel" w:hAnsi="Corbel"/>
        </w:rPr>
        <w:t>, projekcja filmu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2383964C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Egzamin, </w:t>
            </w:r>
            <w:r w:rsidRPr="00973AD2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7FFC62F0" w14:textId="402AA85A" w:rsidR="0085747A" w:rsidRPr="0092002C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3F895DEF" w:rsidR="00150D32" w:rsidRPr="006E41C3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  <w:r w:rsidR="006E41C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0FE27D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01E6781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obserwacja w trakcie zajęć</w:t>
            </w:r>
          </w:p>
        </w:tc>
        <w:tc>
          <w:tcPr>
            <w:tcW w:w="2117" w:type="dxa"/>
          </w:tcPr>
          <w:p w14:paraId="09418E74" w14:textId="4595AF8F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717AAAA9" w14:textId="77777777" w:rsidTr="00923D7D">
        <w:tc>
          <w:tcPr>
            <w:tcW w:w="9670" w:type="dxa"/>
          </w:tcPr>
          <w:p w14:paraId="6894D74F" w14:textId="4F75303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Ćwiczenia: pozytywne zaliczenie kolokwium, aktywność na zajęciach (udział w dyskusji, przygotowanie prezentacji)</w:t>
            </w:r>
          </w:p>
          <w:p w14:paraId="5DC78AD1" w14:textId="77777777" w:rsidR="006475DF" w:rsidRPr="003F7D1B" w:rsidRDefault="006475DF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14ECBC" w14:textId="77777777" w:rsidR="00590537" w:rsidRPr="003F7D1B" w:rsidRDefault="00590537" w:rsidP="00590537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3F7D1B">
              <w:rPr>
                <w:rFonts w:ascii="Corbel" w:hAnsi="Corbel"/>
                <w:b w:val="0"/>
                <w:color w:val="000000" w:themeColor="text1"/>
                <w:szCs w:val="24"/>
              </w:rPr>
              <w:t>Wykład: obecność na zajęciach</w:t>
            </w:r>
          </w:p>
          <w:p w14:paraId="4F7A83AA" w14:textId="77777777" w:rsidR="00590537" w:rsidRPr="003F7D1B" w:rsidRDefault="00590537" w:rsidP="00590537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</w:p>
          <w:p w14:paraId="5942C489" w14:textId="5E01FFF7" w:rsidR="00590537" w:rsidRPr="00590537" w:rsidRDefault="00590537" w:rsidP="00590537">
            <w:pPr>
              <w:spacing w:after="0" w:line="240" w:lineRule="auto"/>
              <w:rPr>
                <w:rFonts w:ascii="Corbel" w:hAnsi="Corbel"/>
              </w:rPr>
            </w:pPr>
            <w:r w:rsidRPr="00D14C92">
              <w:rPr>
                <w:rFonts w:ascii="Corbel" w:hAnsi="Corbel"/>
                <w:color w:val="000000" w:themeColor="text1"/>
              </w:rPr>
              <w:t xml:space="preserve">Egzamin obejmuje zagadnienia prezentowane na wykładach i  tematykę ćwiczeń. </w:t>
            </w:r>
            <w:r w:rsidRPr="00D14C92">
              <w:rPr>
                <w:rFonts w:ascii="Corbel" w:hAnsi="Corbel"/>
                <w:color w:val="000000" w:themeColor="text1"/>
                <w:szCs w:val="24"/>
              </w:rPr>
              <w:t>Egzamin w formie pisemnej – ocena pozytywna w przypadku uzyskania co najmniej 50% punktów.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493DAD98" w:rsidR="0085747A" w:rsidRPr="00673147" w:rsidRDefault="00C61DC5" w:rsidP="00E666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bookmarkStart w:id="0" w:name="_GoBack"/>
            <w:bookmarkEnd w:id="0"/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65C1A45C" w:rsidR="0085747A" w:rsidRPr="00673147" w:rsidRDefault="00BB0F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74362">
              <w:rPr>
                <w:rFonts w:ascii="Corbel" w:hAnsi="Corbel"/>
              </w:rPr>
              <w:t>60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178BC710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  <w:r w:rsidR="0086452F">
              <w:rPr>
                <w:rFonts w:ascii="Corbel" w:hAnsi="Corbel"/>
              </w:rPr>
              <w:t>:</w:t>
            </w:r>
          </w:p>
          <w:p w14:paraId="03F3772F" w14:textId="7A530E51" w:rsidR="00FB1B25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 xml:space="preserve">udział w konsultacjach </w:t>
            </w:r>
          </w:p>
          <w:p w14:paraId="05C1FF6C" w14:textId="41EA3548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-udział w </w:t>
            </w:r>
            <w:r w:rsidR="00C61DC5" w:rsidRPr="00673147">
              <w:rPr>
                <w:rFonts w:ascii="Corbel" w:hAnsi="Corbel"/>
              </w:rPr>
              <w:t>egzaminie</w:t>
            </w:r>
          </w:p>
        </w:tc>
        <w:tc>
          <w:tcPr>
            <w:tcW w:w="4677" w:type="dxa"/>
          </w:tcPr>
          <w:p w14:paraId="6E426DA7" w14:textId="77777777" w:rsidR="00FB1B25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F3A1E7F" w14:textId="5FE3801A" w:rsidR="00FB1B25" w:rsidRDefault="00E01A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7E7072C0" w14:textId="43B0A50F" w:rsidR="00FB1B25" w:rsidRPr="00673147" w:rsidRDefault="00FB1B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50F78AB1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  <w:r w:rsidR="0086452F">
              <w:rPr>
                <w:rFonts w:ascii="Corbel" w:hAnsi="Corbel"/>
              </w:rPr>
              <w:t>:</w:t>
            </w:r>
          </w:p>
          <w:p w14:paraId="1B531FF1" w14:textId="5F593C19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C61DC5" w:rsidRPr="00673147">
              <w:rPr>
                <w:rFonts w:ascii="Corbel" w:hAnsi="Corbel"/>
              </w:rPr>
              <w:t>przygotowanie do zajęć</w:t>
            </w:r>
          </w:p>
          <w:p w14:paraId="2730AC93" w14:textId="0C68B12F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 kolokwium</w:t>
            </w:r>
          </w:p>
          <w:p w14:paraId="316FA4BA" w14:textId="6C6DA393" w:rsidR="00C61DC5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-przygotowanie do</w:t>
            </w:r>
            <w:r w:rsidR="00C61DC5" w:rsidRPr="00673147">
              <w:rPr>
                <w:rFonts w:ascii="Corbel" w:hAnsi="Corbel"/>
              </w:rPr>
              <w:t xml:space="preserve"> egzaminu</w:t>
            </w:r>
          </w:p>
        </w:tc>
        <w:tc>
          <w:tcPr>
            <w:tcW w:w="4677" w:type="dxa"/>
          </w:tcPr>
          <w:p w14:paraId="6647ABFB" w14:textId="6178A56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F2D720C" w14:textId="2CCBD800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7C8ED605" w14:textId="29C074B6" w:rsidR="0086452F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  <w:p w14:paraId="230F43D2" w14:textId="52EAD00B" w:rsidR="0086452F" w:rsidRPr="00673147" w:rsidRDefault="008645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E01A57">
              <w:rPr>
                <w:rFonts w:ascii="Corbel" w:hAnsi="Corbel"/>
              </w:rPr>
              <w:t>0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CD464B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5A810991" w:rsidR="0085747A" w:rsidRPr="00F74362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58E821" w14:textId="77777777" w:rsidR="008E09AD" w:rsidRPr="00F74362" w:rsidRDefault="008E09AD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626EB6" w14:textId="779AD640" w:rsidR="00D83D4D" w:rsidRPr="00F74362" w:rsidRDefault="00D83D4D" w:rsidP="001839B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Agresja i przemoc. Współczesne konteksty I wyzwania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Dyskurs Pedagogiczny, Tom 6, rok 2013, red. Wyd. PWSTE w Jarosławiu, Jarosław 2013.</w:t>
            </w:r>
          </w:p>
          <w:p w14:paraId="056DF690" w14:textId="07FDD1B3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Desmurget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Teleogłupianie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Czarna Owca, 2012.</w:t>
            </w:r>
          </w:p>
          <w:p w14:paraId="08F7A9BD" w14:textId="12A7BD47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Dudzikowa M.;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Czerepaniak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-Walczak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Wychowanie. Pojęcia. Procesy. Konteksty. Interdyscyplinarne ujęcie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T. 1, Gdańsk GWP 2007.</w:t>
            </w:r>
          </w:p>
          <w:p w14:paraId="05BCFED2" w14:textId="7E3FF76F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Janicka I, Liberska H.,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rodziny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PWN, 2014.</w:t>
            </w:r>
          </w:p>
          <w:p w14:paraId="77044DB7" w14:textId="22BBE837" w:rsidR="00DB2C3B" w:rsidRPr="00F74362" w:rsidRDefault="00DB2C3B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Korczak J,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Teksty wybrane,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2021.</w:t>
            </w:r>
          </w:p>
          <w:p w14:paraId="3E88633B" w14:textId="1E361D24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Łobocki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ABC wychowania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Lublin: UMCS, 1999.</w:t>
            </w:r>
          </w:p>
          <w:p w14:paraId="1D08AE5E" w14:textId="026423FE" w:rsidR="00AE6540" w:rsidRPr="00F74362" w:rsidRDefault="00AE654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Montessorii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Edukacja i potencjał człowieka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S.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Camarda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PWN, Warszawa 2021</w:t>
            </w:r>
            <w:r w:rsidR="00AB57E6"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1170884" w14:textId="77777777" w:rsidR="00A27BC9" w:rsidRPr="00F74362" w:rsidRDefault="00A27BC9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Zarys teorii wychowania</w:t>
            </w:r>
            <w:r w:rsidRPr="00F74362">
              <w:rPr>
                <w:rFonts w:ascii="Corbel" w:hAnsi="Corbel"/>
                <w:sz w:val="24"/>
                <w:szCs w:val="24"/>
              </w:rPr>
              <w:t>, Wydawnictwo Naukowe PWN, Warszawa 1981.</w:t>
            </w:r>
          </w:p>
          <w:p w14:paraId="7982798F" w14:textId="4EE70060" w:rsidR="006217FE" w:rsidRPr="00F74362" w:rsidRDefault="006217FE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F7436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4362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F74362">
              <w:rPr>
                <w:rFonts w:ascii="Corbel" w:hAnsi="Corbel"/>
                <w:sz w:val="24"/>
                <w:szCs w:val="24"/>
              </w:rPr>
              <w:t>, red. B. Śliwerski, Z. Kwieciński. Warszawa: PWN 2004</w:t>
            </w:r>
            <w:r w:rsidR="00CE40B3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3384B9DA" w14:textId="61B89DFE" w:rsidR="00615D90" w:rsidRPr="00F74362" w:rsidRDefault="00615D90" w:rsidP="001839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Pedagogika</w:t>
            </w:r>
            <w:r w:rsidR="003D4D31" w:rsidRPr="00F74362">
              <w:rPr>
                <w:rFonts w:ascii="Corbel" w:hAnsi="Corbel"/>
                <w:sz w:val="24"/>
                <w:szCs w:val="24"/>
              </w:rPr>
              <w:t>, red. Zb. Kwieciński, B. Śliwerski, Wydawnictwo Naukowe PWN, Warszawa 2019</w:t>
            </w:r>
            <w:r w:rsidR="00651FB5" w:rsidRPr="00F74362">
              <w:rPr>
                <w:rFonts w:ascii="Corbel" w:hAnsi="Corbel"/>
                <w:sz w:val="24"/>
                <w:szCs w:val="24"/>
              </w:rPr>
              <w:t>.</w:t>
            </w:r>
          </w:p>
          <w:p w14:paraId="0291FE6E" w14:textId="2B4D0B22" w:rsidR="003F3DF2" w:rsidRPr="00F74362" w:rsidRDefault="003F3DF2" w:rsidP="009120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Pilch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badań pedagogicznych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Żak, 1995</w:t>
            </w:r>
          </w:p>
          <w:p w14:paraId="0AD566CC" w14:textId="43CF0F0D" w:rsidR="006217FE" w:rsidRPr="00F74362" w:rsidRDefault="006217FE" w:rsidP="001839B2">
            <w:pPr>
              <w:spacing w:after="0" w:line="240" w:lineRule="auto"/>
              <w:ind w:left="1026" w:hanging="99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436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F74362">
              <w:rPr>
                <w:rFonts w:ascii="Corbel" w:hAnsi="Corbel"/>
                <w:sz w:val="24"/>
                <w:szCs w:val="24"/>
              </w:rPr>
              <w:t xml:space="preserve"> I., Przemoc w rodzinie, Warszawa PWN1994.</w:t>
            </w:r>
          </w:p>
          <w:p w14:paraId="2EF2839C" w14:textId="50B29B6C" w:rsidR="00E279B0" w:rsidRPr="00F74362" w:rsidRDefault="00E279B0" w:rsidP="00183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Patzlaff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Zastygłe spojrzenie. Fizjologiczne skutki patrzenia na ekran a rozwój dziecka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Kraków: Impuls 2008.</w:t>
            </w:r>
          </w:p>
          <w:p w14:paraId="6F015992" w14:textId="7A710D43" w:rsidR="00F642A3" w:rsidRPr="00F74362" w:rsidRDefault="00F642A3" w:rsidP="00F7436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lastRenderedPageBreak/>
              <w:t>Profesjonalizm nauczyciela/wychowawcy – oczekiwania przyszłych pedagogów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„Pedagogika Przedszkolna i Wczesnoszkolna”</w:t>
            </w:r>
            <w:r w:rsidR="00CE40B3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Czasopismo Instytutu Pedagogiki Przedszkolnej i Szkolnej UP im. KEN w Krakowie, Nr 2/2 (12/2)2018, ISSN 2353-7140</w:t>
            </w:r>
            <w:r w:rsidR="00A5037A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6F408C21" w14:textId="7174E592" w:rsidR="00AE0640" w:rsidRPr="00F74362" w:rsidRDefault="00AE0640" w:rsidP="00AE0640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Przemoc i agresja jako zagrożenie bezpieczeństwa i rozwoju dziecka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E. Tłuczek-Tadla, M. Żak,  Dyskurs Pedagogiczny, Tom 7, rok 2013, red. Wyd. .PWSTE w Jarosławiu, Jarosław 2013</w:t>
            </w:r>
            <w:r w:rsidR="003F3DF2"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5FB57CCC" w14:textId="27AA684A" w:rsidR="005F30EB" w:rsidRPr="00F74362" w:rsidRDefault="00AE0640" w:rsidP="00D83D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System wychowania liberalnego 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w: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dyskursie pedagogicznym i edukacyjnym doby współczesnej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red. K. Barłóg, Wyd. PWSTE w Jarosławiu, Jarosław 2012.</w:t>
            </w:r>
          </w:p>
          <w:p w14:paraId="7A5BF366" w14:textId="04C97962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Śliwerski B, Kwieciński Z.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Pedagogika. Podręcznik akademicki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2,. Warszawa: PWN 2004,</w:t>
            </w:r>
          </w:p>
          <w:p w14:paraId="17952776" w14:textId="4A87BC77" w:rsidR="00E279B0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Szlendak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Socjologia rodziny. Ewolucja, historia, zróżnicowanie.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Warszawa: Wyd. Naukowe PWN, 2010.</w:t>
            </w:r>
          </w:p>
          <w:p w14:paraId="56070F37" w14:textId="018D43A4" w:rsidR="000931CD" w:rsidRPr="00F74362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Ziemska M.,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rodzicielskie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5B622895" w:rsidR="0085747A" w:rsidRPr="00F74362" w:rsidRDefault="000931C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2B0FAEB2" w14:textId="35560B98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 (red.),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Encyklopedia pedagogiczna XXI wieku, Warszawa: Żak, 2008</w:t>
            </w:r>
          </w:p>
          <w:p w14:paraId="093708C8" w14:textId="385F838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Nachimas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 badawcze w naukach społecznych, 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Poznań: Zysk i S-ka, 2001.</w:t>
            </w:r>
          </w:p>
          <w:p w14:paraId="26E3CF3F" w14:textId="22F3E1C6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ogólna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Wydawnictwa Akademickie i Profesjonalne, 2008.</w:t>
            </w:r>
          </w:p>
          <w:p w14:paraId="75827430" w14:textId="32AA8A3A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Izdebska J.,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Rodzina, dziecko, telewizja: szanse wychowawcze i zagrożenia telewizji.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Białystok: Trans Humana 1996.</w:t>
            </w:r>
          </w:p>
          <w:p w14:paraId="5385A56A" w14:textId="6B854144" w:rsidR="00D67480" w:rsidRPr="00F74362" w:rsidRDefault="00D67480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F74362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anusz Korczak, Piotr Skarga – wielcy reformatorzy, społecznicy i wychowawcy wyzwaniem dla współczesnych pedagogów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Dyskurs Pedagogiczny, T.8, red. M. Żak, E. Tłuczek-Tadla, m. Cichowska, </w:t>
            </w:r>
            <w:proofErr w:type="spellStart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</w:t>
            </w:r>
            <w:proofErr w:type="spellEnd"/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PWSTE w Jarosławiu, Jarosław 2013.</w:t>
            </w:r>
          </w:p>
          <w:p w14:paraId="7DB9D8E4" w14:textId="77777777" w:rsidR="00DF3CE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Jundziłł I.,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Dziecko ofiara przemocy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Warszawa: WSiP 1993.</w:t>
            </w:r>
          </w:p>
          <w:p w14:paraId="0154A5DC" w14:textId="46681C9B" w:rsidR="000931CD" w:rsidRPr="00F74362" w:rsidRDefault="00DF3CED" w:rsidP="008F0F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Karkowska M., Czarnecka W.,</w:t>
            </w:r>
            <w:r w:rsidRPr="00F7436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Przemoc w szkole</w:t>
            </w:r>
            <w:r w:rsidRPr="00F74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Impuls 2000.</w:t>
            </w:r>
          </w:p>
          <w:p w14:paraId="231E41A6" w14:textId="2D7FF05C" w:rsidR="0026604A" w:rsidRPr="00F74362" w:rsidRDefault="0026604A" w:rsidP="008F0F8A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4362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Tłuczek-Tadla E., </w:t>
            </w:r>
            <w:r w:rsidRPr="00F7436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obywatelska w stowarzyszeniu młodzieżowym. Studium teoretyczno-empiryczne</w:t>
            </w:r>
            <w:r w:rsidRPr="00F74362">
              <w:rPr>
                <w:rFonts w:ascii="Corbel" w:eastAsia="Times New Roman" w:hAnsi="Corbel"/>
                <w:sz w:val="24"/>
                <w:szCs w:val="24"/>
                <w:lang w:eastAsia="pl-PL"/>
              </w:rPr>
              <w:t>, (monografia) Wyd. Uniwersytetu Rzeszowskiego, Rzeszów 2012.</w:t>
            </w:r>
          </w:p>
          <w:p w14:paraId="425769FE" w14:textId="77777777" w:rsidR="0099650E" w:rsidRPr="00F74362" w:rsidRDefault="0099650E" w:rsidP="008F0F8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74362">
              <w:rPr>
                <w:rFonts w:ascii="Corbel" w:hAnsi="Corbel"/>
                <w:sz w:val="24"/>
                <w:szCs w:val="24"/>
              </w:rPr>
              <w:t xml:space="preserve">Zielińska-Czopek M., </w:t>
            </w:r>
            <w:r w:rsidRPr="00F74362">
              <w:rPr>
                <w:rFonts w:ascii="Corbel" w:hAnsi="Corbel"/>
                <w:i/>
                <w:iCs/>
                <w:sz w:val="24"/>
                <w:szCs w:val="24"/>
              </w:rPr>
              <w:t>Autokraci czy demokraci? Nauczycielskie kierowanie pracą klasy szkolnej</w:t>
            </w:r>
            <w:r w:rsidRPr="00F74362">
              <w:rPr>
                <w:rFonts w:ascii="Corbel" w:hAnsi="Corbel"/>
                <w:sz w:val="24"/>
                <w:szCs w:val="24"/>
              </w:rPr>
              <w:t>, Wydawnictwo Uniwersytetu Rzeszowskiego, Rzeszów 2021.</w:t>
            </w:r>
          </w:p>
          <w:p w14:paraId="04847B7C" w14:textId="6E244AC0" w:rsidR="0099650E" w:rsidRPr="00F74362" w:rsidRDefault="0099650E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0DC5A07E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71AABB9E" w14:textId="3DEC7EEE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4CE44E8" w14:textId="67ED03FA" w:rsid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0ABE887B" w14:textId="4A86976C" w:rsidR="00590537" w:rsidRPr="00590537" w:rsidRDefault="00590537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FF0000"/>
          <w:sz w:val="22"/>
        </w:rPr>
      </w:pPr>
    </w:p>
    <w:p w14:paraId="5BB3C0A3" w14:textId="77777777" w:rsidR="00590537" w:rsidRPr="00590537" w:rsidRDefault="00590537" w:rsidP="00590537">
      <w:pPr>
        <w:jc w:val="both"/>
        <w:rPr>
          <w:rFonts w:ascii="Arial" w:hAnsi="Arial" w:cs="Arial"/>
          <w:color w:val="FF0000"/>
          <w:sz w:val="28"/>
          <w:szCs w:val="28"/>
        </w:rPr>
      </w:pPr>
    </w:p>
    <w:p w14:paraId="054CF435" w14:textId="77777777" w:rsidR="00590537" w:rsidRPr="00673147" w:rsidRDefault="00590537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590537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CD080" w14:textId="77777777" w:rsidR="00814A1A" w:rsidRDefault="00814A1A" w:rsidP="00C16ABF">
      <w:pPr>
        <w:spacing w:after="0" w:line="240" w:lineRule="auto"/>
      </w:pPr>
      <w:r>
        <w:separator/>
      </w:r>
    </w:p>
  </w:endnote>
  <w:endnote w:type="continuationSeparator" w:id="0">
    <w:p w14:paraId="55A4DE66" w14:textId="77777777" w:rsidR="00814A1A" w:rsidRDefault="00814A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84BFA" w14:textId="77777777" w:rsidR="00814A1A" w:rsidRDefault="00814A1A" w:rsidP="00C16ABF">
      <w:pPr>
        <w:spacing w:after="0" w:line="240" w:lineRule="auto"/>
      </w:pPr>
      <w:r>
        <w:separator/>
      </w:r>
    </w:p>
  </w:footnote>
  <w:footnote w:type="continuationSeparator" w:id="0">
    <w:p w14:paraId="2714977F" w14:textId="77777777" w:rsidR="00814A1A" w:rsidRDefault="00814A1A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73DD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17CB7"/>
    <w:multiLevelType w:val="hybridMultilevel"/>
    <w:tmpl w:val="11621A82"/>
    <w:lvl w:ilvl="0" w:tplc="9B8AA46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CD6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4C12"/>
    <w:rsid w:val="000917C7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0865"/>
    <w:rsid w:val="00124BFF"/>
    <w:rsid w:val="0012560E"/>
    <w:rsid w:val="00127108"/>
    <w:rsid w:val="00134B13"/>
    <w:rsid w:val="00146BC0"/>
    <w:rsid w:val="00150D32"/>
    <w:rsid w:val="001537D3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2498"/>
    <w:rsid w:val="001839B2"/>
    <w:rsid w:val="00192F37"/>
    <w:rsid w:val="0019374F"/>
    <w:rsid w:val="001A70D2"/>
    <w:rsid w:val="001C313D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56"/>
    <w:rsid w:val="002336F9"/>
    <w:rsid w:val="0024028F"/>
    <w:rsid w:val="00244ABC"/>
    <w:rsid w:val="00252744"/>
    <w:rsid w:val="0026604A"/>
    <w:rsid w:val="00267C6A"/>
    <w:rsid w:val="00281FF2"/>
    <w:rsid w:val="002857DE"/>
    <w:rsid w:val="00291567"/>
    <w:rsid w:val="002A1EAB"/>
    <w:rsid w:val="002A22BF"/>
    <w:rsid w:val="002A2389"/>
    <w:rsid w:val="002A671D"/>
    <w:rsid w:val="002B4D55"/>
    <w:rsid w:val="002B5EA0"/>
    <w:rsid w:val="002B6119"/>
    <w:rsid w:val="002C1F06"/>
    <w:rsid w:val="002C5974"/>
    <w:rsid w:val="002D3375"/>
    <w:rsid w:val="002D73D4"/>
    <w:rsid w:val="002E5CB5"/>
    <w:rsid w:val="002F02A3"/>
    <w:rsid w:val="002F4ABE"/>
    <w:rsid w:val="003018BA"/>
    <w:rsid w:val="0030395F"/>
    <w:rsid w:val="00305C92"/>
    <w:rsid w:val="0031096F"/>
    <w:rsid w:val="0031322A"/>
    <w:rsid w:val="003151C5"/>
    <w:rsid w:val="0032532E"/>
    <w:rsid w:val="00332A92"/>
    <w:rsid w:val="003343CF"/>
    <w:rsid w:val="00336407"/>
    <w:rsid w:val="00345DFF"/>
    <w:rsid w:val="00346FE9"/>
    <w:rsid w:val="0034759A"/>
    <w:rsid w:val="003503F6"/>
    <w:rsid w:val="003530DD"/>
    <w:rsid w:val="00353CAD"/>
    <w:rsid w:val="00354161"/>
    <w:rsid w:val="00363F78"/>
    <w:rsid w:val="00365A91"/>
    <w:rsid w:val="00393A24"/>
    <w:rsid w:val="003A0A5B"/>
    <w:rsid w:val="003A1176"/>
    <w:rsid w:val="003A1F59"/>
    <w:rsid w:val="003C0BAE"/>
    <w:rsid w:val="003C0C5A"/>
    <w:rsid w:val="003C5AC2"/>
    <w:rsid w:val="003D18A9"/>
    <w:rsid w:val="003D4D31"/>
    <w:rsid w:val="003D5991"/>
    <w:rsid w:val="003D6CE2"/>
    <w:rsid w:val="003E1941"/>
    <w:rsid w:val="003E2FE6"/>
    <w:rsid w:val="003E49D5"/>
    <w:rsid w:val="003F13F5"/>
    <w:rsid w:val="003F38C0"/>
    <w:rsid w:val="003F3DF2"/>
    <w:rsid w:val="003F7D1B"/>
    <w:rsid w:val="004001EE"/>
    <w:rsid w:val="004132D0"/>
    <w:rsid w:val="00414E3C"/>
    <w:rsid w:val="00417DB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1907"/>
    <w:rsid w:val="005363C4"/>
    <w:rsid w:val="00536BDE"/>
    <w:rsid w:val="00541C3B"/>
    <w:rsid w:val="00543ACC"/>
    <w:rsid w:val="005606F5"/>
    <w:rsid w:val="00563B80"/>
    <w:rsid w:val="0056514B"/>
    <w:rsid w:val="0056696D"/>
    <w:rsid w:val="00572B14"/>
    <w:rsid w:val="00573EF9"/>
    <w:rsid w:val="00590537"/>
    <w:rsid w:val="0059484D"/>
    <w:rsid w:val="005A0855"/>
    <w:rsid w:val="005A14C0"/>
    <w:rsid w:val="005A3196"/>
    <w:rsid w:val="005C080F"/>
    <w:rsid w:val="005C55E5"/>
    <w:rsid w:val="005C696A"/>
    <w:rsid w:val="005D4F2D"/>
    <w:rsid w:val="005E0A30"/>
    <w:rsid w:val="005E6E85"/>
    <w:rsid w:val="005F30EB"/>
    <w:rsid w:val="005F31D2"/>
    <w:rsid w:val="00600809"/>
    <w:rsid w:val="00607AF4"/>
    <w:rsid w:val="0061029B"/>
    <w:rsid w:val="0061322E"/>
    <w:rsid w:val="00615D90"/>
    <w:rsid w:val="00617230"/>
    <w:rsid w:val="006217FE"/>
    <w:rsid w:val="00621CE1"/>
    <w:rsid w:val="00627FC9"/>
    <w:rsid w:val="00644597"/>
    <w:rsid w:val="006474B2"/>
    <w:rsid w:val="006475DF"/>
    <w:rsid w:val="00647FA8"/>
    <w:rsid w:val="00650492"/>
    <w:rsid w:val="00650C5F"/>
    <w:rsid w:val="00650E6C"/>
    <w:rsid w:val="00651E0E"/>
    <w:rsid w:val="00651FB5"/>
    <w:rsid w:val="00654934"/>
    <w:rsid w:val="00661173"/>
    <w:rsid w:val="006620D9"/>
    <w:rsid w:val="00667F37"/>
    <w:rsid w:val="00671958"/>
    <w:rsid w:val="00672616"/>
    <w:rsid w:val="00673147"/>
    <w:rsid w:val="00675843"/>
    <w:rsid w:val="00676603"/>
    <w:rsid w:val="00696477"/>
    <w:rsid w:val="006A4854"/>
    <w:rsid w:val="006C6E87"/>
    <w:rsid w:val="006C708E"/>
    <w:rsid w:val="006D050F"/>
    <w:rsid w:val="006D054D"/>
    <w:rsid w:val="006D6139"/>
    <w:rsid w:val="006E41C3"/>
    <w:rsid w:val="006E5D65"/>
    <w:rsid w:val="006F1282"/>
    <w:rsid w:val="006F1FBC"/>
    <w:rsid w:val="006F31E2"/>
    <w:rsid w:val="00706544"/>
    <w:rsid w:val="007072BA"/>
    <w:rsid w:val="007101C6"/>
    <w:rsid w:val="0071620A"/>
    <w:rsid w:val="00722B38"/>
    <w:rsid w:val="00724677"/>
    <w:rsid w:val="00725459"/>
    <w:rsid w:val="007327BD"/>
    <w:rsid w:val="00734608"/>
    <w:rsid w:val="007450ED"/>
    <w:rsid w:val="00745302"/>
    <w:rsid w:val="007461D6"/>
    <w:rsid w:val="00746EC8"/>
    <w:rsid w:val="00750754"/>
    <w:rsid w:val="00763BF1"/>
    <w:rsid w:val="00766FD4"/>
    <w:rsid w:val="00767B86"/>
    <w:rsid w:val="0078168C"/>
    <w:rsid w:val="00782BBD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35C6"/>
    <w:rsid w:val="007D6E56"/>
    <w:rsid w:val="007D6E75"/>
    <w:rsid w:val="007E2FFD"/>
    <w:rsid w:val="007F1652"/>
    <w:rsid w:val="007F4155"/>
    <w:rsid w:val="00814A1A"/>
    <w:rsid w:val="008152AE"/>
    <w:rsid w:val="0081554D"/>
    <w:rsid w:val="0081707E"/>
    <w:rsid w:val="00817C4D"/>
    <w:rsid w:val="0083781D"/>
    <w:rsid w:val="008449B3"/>
    <w:rsid w:val="0085747A"/>
    <w:rsid w:val="008629E4"/>
    <w:rsid w:val="0086452F"/>
    <w:rsid w:val="00884922"/>
    <w:rsid w:val="00885F64"/>
    <w:rsid w:val="0089059F"/>
    <w:rsid w:val="008917F9"/>
    <w:rsid w:val="008A18E3"/>
    <w:rsid w:val="008A2D82"/>
    <w:rsid w:val="008A45F7"/>
    <w:rsid w:val="008C0CC0"/>
    <w:rsid w:val="008C19A9"/>
    <w:rsid w:val="008C379D"/>
    <w:rsid w:val="008C5147"/>
    <w:rsid w:val="008C5359"/>
    <w:rsid w:val="008C5363"/>
    <w:rsid w:val="008D3DFB"/>
    <w:rsid w:val="008E09AD"/>
    <w:rsid w:val="008E64F4"/>
    <w:rsid w:val="008F095B"/>
    <w:rsid w:val="008F0F8A"/>
    <w:rsid w:val="008F12C9"/>
    <w:rsid w:val="008F6E29"/>
    <w:rsid w:val="008F7DE0"/>
    <w:rsid w:val="00904838"/>
    <w:rsid w:val="009120EA"/>
    <w:rsid w:val="00916188"/>
    <w:rsid w:val="00916271"/>
    <w:rsid w:val="009179E0"/>
    <w:rsid w:val="0092002C"/>
    <w:rsid w:val="00923C43"/>
    <w:rsid w:val="00923D7D"/>
    <w:rsid w:val="00940542"/>
    <w:rsid w:val="009508DF"/>
    <w:rsid w:val="00950DAC"/>
    <w:rsid w:val="00951796"/>
    <w:rsid w:val="009521C9"/>
    <w:rsid w:val="009526B8"/>
    <w:rsid w:val="00954A07"/>
    <w:rsid w:val="009579DD"/>
    <w:rsid w:val="00960D45"/>
    <w:rsid w:val="00973AD2"/>
    <w:rsid w:val="00985A7B"/>
    <w:rsid w:val="0099650E"/>
    <w:rsid w:val="00997F14"/>
    <w:rsid w:val="009A78D9"/>
    <w:rsid w:val="009B7B30"/>
    <w:rsid w:val="009C1331"/>
    <w:rsid w:val="009C3E31"/>
    <w:rsid w:val="009C54AE"/>
    <w:rsid w:val="009C788E"/>
    <w:rsid w:val="009D580D"/>
    <w:rsid w:val="009D708E"/>
    <w:rsid w:val="009E3B41"/>
    <w:rsid w:val="009F2279"/>
    <w:rsid w:val="009F3C5C"/>
    <w:rsid w:val="009F4610"/>
    <w:rsid w:val="00A00ECC"/>
    <w:rsid w:val="00A05829"/>
    <w:rsid w:val="00A155EE"/>
    <w:rsid w:val="00A2245B"/>
    <w:rsid w:val="00A27BC9"/>
    <w:rsid w:val="00A30110"/>
    <w:rsid w:val="00A36899"/>
    <w:rsid w:val="00A371F6"/>
    <w:rsid w:val="00A3763B"/>
    <w:rsid w:val="00A43BF6"/>
    <w:rsid w:val="00A5037A"/>
    <w:rsid w:val="00A53FA5"/>
    <w:rsid w:val="00A54817"/>
    <w:rsid w:val="00A601C8"/>
    <w:rsid w:val="00A60799"/>
    <w:rsid w:val="00A64F37"/>
    <w:rsid w:val="00A66C45"/>
    <w:rsid w:val="00A736AC"/>
    <w:rsid w:val="00A837C0"/>
    <w:rsid w:val="00A8483D"/>
    <w:rsid w:val="00A84C85"/>
    <w:rsid w:val="00A941F8"/>
    <w:rsid w:val="00A97DE1"/>
    <w:rsid w:val="00AA2A84"/>
    <w:rsid w:val="00AB053C"/>
    <w:rsid w:val="00AB57E6"/>
    <w:rsid w:val="00AC6866"/>
    <w:rsid w:val="00AD1146"/>
    <w:rsid w:val="00AD27D3"/>
    <w:rsid w:val="00AD38C1"/>
    <w:rsid w:val="00AD66D6"/>
    <w:rsid w:val="00AE0640"/>
    <w:rsid w:val="00AE1160"/>
    <w:rsid w:val="00AE203C"/>
    <w:rsid w:val="00AE2958"/>
    <w:rsid w:val="00AE2E74"/>
    <w:rsid w:val="00AE5EB3"/>
    <w:rsid w:val="00AE5FCB"/>
    <w:rsid w:val="00AE6540"/>
    <w:rsid w:val="00AF2C1E"/>
    <w:rsid w:val="00B06142"/>
    <w:rsid w:val="00B135B1"/>
    <w:rsid w:val="00B2396D"/>
    <w:rsid w:val="00B31094"/>
    <w:rsid w:val="00B3130B"/>
    <w:rsid w:val="00B34C20"/>
    <w:rsid w:val="00B40ADB"/>
    <w:rsid w:val="00B43B77"/>
    <w:rsid w:val="00B43E80"/>
    <w:rsid w:val="00B53068"/>
    <w:rsid w:val="00B57EB1"/>
    <w:rsid w:val="00B607DB"/>
    <w:rsid w:val="00B66529"/>
    <w:rsid w:val="00B75946"/>
    <w:rsid w:val="00B8056E"/>
    <w:rsid w:val="00B805A6"/>
    <w:rsid w:val="00B819C8"/>
    <w:rsid w:val="00B82308"/>
    <w:rsid w:val="00B90885"/>
    <w:rsid w:val="00BB0FA4"/>
    <w:rsid w:val="00BB520A"/>
    <w:rsid w:val="00BC1820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17F8F"/>
    <w:rsid w:val="00C26CB7"/>
    <w:rsid w:val="00C26EB1"/>
    <w:rsid w:val="00C324C1"/>
    <w:rsid w:val="00C36992"/>
    <w:rsid w:val="00C41A65"/>
    <w:rsid w:val="00C44290"/>
    <w:rsid w:val="00C56036"/>
    <w:rsid w:val="00C61DC5"/>
    <w:rsid w:val="00C67E92"/>
    <w:rsid w:val="00C70A26"/>
    <w:rsid w:val="00C75055"/>
    <w:rsid w:val="00C766DF"/>
    <w:rsid w:val="00C82586"/>
    <w:rsid w:val="00C94B98"/>
    <w:rsid w:val="00CA2B96"/>
    <w:rsid w:val="00CA5089"/>
    <w:rsid w:val="00CB42CB"/>
    <w:rsid w:val="00CB67EA"/>
    <w:rsid w:val="00CD464B"/>
    <w:rsid w:val="00CD6897"/>
    <w:rsid w:val="00CE40B3"/>
    <w:rsid w:val="00CE5BAC"/>
    <w:rsid w:val="00CF25BE"/>
    <w:rsid w:val="00CF78ED"/>
    <w:rsid w:val="00D02B25"/>
    <w:rsid w:val="00D02EBA"/>
    <w:rsid w:val="00D14C92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67480"/>
    <w:rsid w:val="00D74119"/>
    <w:rsid w:val="00D8075B"/>
    <w:rsid w:val="00D83D4D"/>
    <w:rsid w:val="00D8678B"/>
    <w:rsid w:val="00DA2114"/>
    <w:rsid w:val="00DA760C"/>
    <w:rsid w:val="00DB2C3B"/>
    <w:rsid w:val="00DB3025"/>
    <w:rsid w:val="00DE09C0"/>
    <w:rsid w:val="00DE3948"/>
    <w:rsid w:val="00DE4A14"/>
    <w:rsid w:val="00DE54A9"/>
    <w:rsid w:val="00DF0681"/>
    <w:rsid w:val="00DF320D"/>
    <w:rsid w:val="00DF3CED"/>
    <w:rsid w:val="00DF5115"/>
    <w:rsid w:val="00DF71C8"/>
    <w:rsid w:val="00E01A57"/>
    <w:rsid w:val="00E129B8"/>
    <w:rsid w:val="00E21E7D"/>
    <w:rsid w:val="00E22FBC"/>
    <w:rsid w:val="00E24BF5"/>
    <w:rsid w:val="00E25338"/>
    <w:rsid w:val="00E279B0"/>
    <w:rsid w:val="00E51E44"/>
    <w:rsid w:val="00E63348"/>
    <w:rsid w:val="00E666C8"/>
    <w:rsid w:val="00E77E88"/>
    <w:rsid w:val="00E8107D"/>
    <w:rsid w:val="00E960BB"/>
    <w:rsid w:val="00EA2074"/>
    <w:rsid w:val="00EA4832"/>
    <w:rsid w:val="00EA4E9D"/>
    <w:rsid w:val="00EB4317"/>
    <w:rsid w:val="00EC4899"/>
    <w:rsid w:val="00ED03AB"/>
    <w:rsid w:val="00ED32D2"/>
    <w:rsid w:val="00ED79AA"/>
    <w:rsid w:val="00EE02D7"/>
    <w:rsid w:val="00EE32DE"/>
    <w:rsid w:val="00EE48B0"/>
    <w:rsid w:val="00EE5457"/>
    <w:rsid w:val="00EF3869"/>
    <w:rsid w:val="00F0092B"/>
    <w:rsid w:val="00F070AB"/>
    <w:rsid w:val="00F15FFD"/>
    <w:rsid w:val="00F16CF3"/>
    <w:rsid w:val="00F17567"/>
    <w:rsid w:val="00F27A7B"/>
    <w:rsid w:val="00F526AF"/>
    <w:rsid w:val="00F617C3"/>
    <w:rsid w:val="00F642A3"/>
    <w:rsid w:val="00F7066B"/>
    <w:rsid w:val="00F74362"/>
    <w:rsid w:val="00F83B28"/>
    <w:rsid w:val="00FA46E5"/>
    <w:rsid w:val="00FB1B25"/>
    <w:rsid w:val="00FB6AA3"/>
    <w:rsid w:val="00FB6FFA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334E1141-2ACD-46BC-9E2B-06E591B1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38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38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38C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8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38C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FBAF-49C1-4254-916C-221ED1AAD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89</TotalTime>
  <Pages>5</Pages>
  <Words>1495</Words>
  <Characters>8975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cp:lastPrinted>2020-10-13T08:23:00Z</cp:lastPrinted>
  <dcterms:created xsi:type="dcterms:W3CDTF">2022-05-05T17:34:00Z</dcterms:created>
  <dcterms:modified xsi:type="dcterms:W3CDTF">2023-04-20T08:23:00Z</dcterms:modified>
</cp:coreProperties>
</file>